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242" w:rsidRDefault="00361A75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W w:w="9806" w:type="dxa"/>
        <w:jc w:val="center"/>
        <w:tblLayout w:type="fixed"/>
        <w:tblLook w:val="04A0"/>
      </w:tblPr>
      <w:tblGrid>
        <w:gridCol w:w="5481"/>
        <w:gridCol w:w="237"/>
        <w:gridCol w:w="4088"/>
      </w:tblGrid>
      <w:tr w:rsidR="00F41242" w:rsidRPr="0062131F" w:rsidTr="00F8499A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4A0"/>
            </w:tblPr>
            <w:tblGrid>
              <w:gridCol w:w="9490"/>
            </w:tblGrid>
            <w:tr w:rsidR="00F41242" w:rsidTr="00F8499A">
              <w:trPr>
                <w:trHeight w:val="1354"/>
              </w:trPr>
              <w:tc>
                <w:tcPr>
                  <w:tcW w:w="9490" w:type="dxa"/>
                  <w:noWrap/>
                </w:tcPr>
                <w:p w:rsidR="00F41242" w:rsidRDefault="00F41242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</w:p>
              </w:tc>
            </w:tr>
          </w:tbl>
          <w:p w:rsidR="00F41242" w:rsidRDefault="00F4124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7" w:type="dxa"/>
            <w:noWrap/>
          </w:tcPr>
          <w:p w:rsidR="00F41242" w:rsidRDefault="00F4124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88" w:type="dxa"/>
            <w:noWrap/>
          </w:tcPr>
          <w:p w:rsidR="00F8499A" w:rsidRPr="00F8499A" w:rsidRDefault="00F8499A" w:rsidP="00F8499A">
            <w:pPr>
              <w:rPr>
                <w:rFonts w:eastAsia="SimSun"/>
                <w:b/>
                <w:lang w:val="uk-UA"/>
              </w:rPr>
            </w:pPr>
            <w:r w:rsidRPr="00F8499A">
              <w:rPr>
                <w:rFonts w:eastAsia="SimSun"/>
                <w:b/>
                <w:lang w:val="uk-UA"/>
              </w:rPr>
              <w:t>Затверджено  рішенням виконавчого комітету</w:t>
            </w:r>
          </w:p>
          <w:p w:rsidR="00F41242" w:rsidRPr="0062131F" w:rsidRDefault="00F8499A" w:rsidP="0062131F">
            <w:pPr>
              <w:ind w:hanging="72"/>
              <w:rPr>
                <w:rFonts w:ascii="Calibri" w:hAnsi="Calibri"/>
                <w:sz w:val="26"/>
                <w:szCs w:val="26"/>
                <w:lang w:val="uk-UA"/>
              </w:rPr>
            </w:pPr>
            <w:r w:rsidRPr="00F8499A">
              <w:rPr>
                <w:rFonts w:eastAsia="SimSun"/>
                <w:b/>
                <w:lang w:val="uk-UA"/>
              </w:rPr>
              <w:t xml:space="preserve">від </w:t>
            </w:r>
            <w:r w:rsidR="0062131F">
              <w:rPr>
                <w:rFonts w:eastAsia="SimSun"/>
                <w:b/>
                <w:lang w:val="uk-UA"/>
              </w:rPr>
              <w:t>09.09.2024</w:t>
            </w:r>
            <w:r w:rsidRPr="00F8499A">
              <w:rPr>
                <w:rFonts w:eastAsia="SimSun"/>
                <w:b/>
                <w:lang w:val="uk-UA"/>
              </w:rPr>
              <w:t xml:space="preserve"> №</w:t>
            </w:r>
            <w:r w:rsidR="0062131F">
              <w:rPr>
                <w:rFonts w:eastAsia="SimSun"/>
                <w:b/>
                <w:lang w:val="uk-UA"/>
              </w:rPr>
              <w:t>238</w:t>
            </w:r>
          </w:p>
        </w:tc>
      </w:tr>
    </w:tbl>
    <w:p w:rsidR="00F41242" w:rsidRPr="0062131F" w:rsidRDefault="00F41242">
      <w:pPr>
        <w:jc w:val="both"/>
        <w:rPr>
          <w:lang w:val="uk-UA"/>
        </w:rPr>
      </w:pPr>
    </w:p>
    <w:p w:rsidR="00F41242" w:rsidRDefault="00F41242">
      <w:pPr>
        <w:jc w:val="center"/>
        <w:rPr>
          <w:b/>
          <w:u w:val="single"/>
          <w:lang w:val="uk-UA"/>
        </w:rPr>
      </w:pPr>
    </w:p>
    <w:p w:rsidR="00F41242" w:rsidRDefault="00361A75">
      <w:pPr>
        <w:jc w:val="center"/>
        <w:rPr>
          <w:b/>
          <w:u w:val="single"/>
          <w:lang w:val="uk-UA"/>
        </w:rPr>
      </w:pPr>
      <w:r w:rsidRPr="00E6396A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карткаадміністративної послуги</w:t>
      </w:r>
    </w:p>
    <w:p w:rsidR="00F41242" w:rsidRDefault="00361A75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(№ 00</w:t>
      </w:r>
      <w:r w:rsidR="0067021C" w:rsidRPr="00CD24DA">
        <w:rPr>
          <w:b/>
          <w:u w:val="single"/>
          <w:lang w:val="uk-UA"/>
        </w:rPr>
        <w:t>1417)</w:t>
      </w:r>
    </w:p>
    <w:p w:rsidR="00F41242" w:rsidRDefault="00F41242">
      <w:pPr>
        <w:jc w:val="center"/>
        <w:rPr>
          <w:b/>
          <w:u w:val="single"/>
          <w:lang w:val="uk-UA"/>
        </w:rPr>
      </w:pPr>
    </w:p>
    <w:p w:rsidR="00F41242" w:rsidRDefault="00361A75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В</w:t>
      </w:r>
      <w:r w:rsidR="00CD24DA">
        <w:rPr>
          <w:b/>
          <w:u w:val="single"/>
          <w:lang w:val="uk-UA"/>
        </w:rPr>
        <w:t>зяття на військовий облік призовників</w:t>
      </w:r>
    </w:p>
    <w:p w:rsidR="00F41242" w:rsidRPr="00F8499A" w:rsidRDefault="00F41242">
      <w:pPr>
        <w:rPr>
          <w:b/>
          <w:u w:val="single"/>
          <w:lang w:val="uk-UA"/>
        </w:rPr>
      </w:pPr>
    </w:p>
    <w:p w:rsidR="00F41242" w:rsidRDefault="00361A75">
      <w:pPr>
        <w:jc w:val="center"/>
        <w:rPr>
          <w:lang w:val="uk-UA"/>
        </w:rPr>
      </w:pPr>
      <w:r w:rsidRPr="00CD24DA">
        <w:rPr>
          <w:lang w:val="uk-UA"/>
        </w:rPr>
        <w:t xml:space="preserve">Відділ </w:t>
      </w:r>
      <w:r w:rsidR="00CD24DA">
        <w:rPr>
          <w:lang w:val="uk-UA"/>
        </w:rPr>
        <w:t>з питань мобілізаційної, оборонної роботи та взаємодії з правоохоронними органами</w:t>
      </w:r>
      <w:r>
        <w:rPr>
          <w:lang w:val="uk-UA"/>
        </w:rPr>
        <w:t xml:space="preserve"> виконавчого комітету Дрогобицької міської ради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3459"/>
        <w:gridCol w:w="20"/>
        <w:gridCol w:w="5906"/>
        <w:gridCol w:w="13"/>
      </w:tblGrid>
      <w:tr w:rsidR="00F41242" w:rsidRPr="00F8499A"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та веб-сайту);</w:t>
            </w:r>
          </w:p>
        </w:tc>
        <w:tc>
          <w:tcPr>
            <w:tcW w:w="5919" w:type="dxa"/>
            <w:gridSpan w:val="2"/>
            <w:noWrap/>
          </w:tcPr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ЦНАП м. Дрогобич :82100 Львівська область, м. Дрогобич, вул.Бориславська, буд. 8А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9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10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1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2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3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4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5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6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7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8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9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20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1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2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3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4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5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6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7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0261E2" w:rsidRPr="000261E2" w:rsidRDefault="000261E2">
            <w:pPr>
              <w:rPr>
                <w:lang w:val="uk-UA"/>
              </w:rPr>
            </w:pP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9B0FC4" w:rsidRPr="009B0FC4" w:rsidRDefault="00361A75" w:rsidP="009B0FC4">
            <w:pPr>
              <w:jc w:val="both"/>
              <w:rPr>
                <w:lang w:val="uk-UA"/>
              </w:rPr>
            </w:pPr>
            <w:r w:rsidRPr="00F8499A">
              <w:rPr>
                <w:lang w:val="uk-UA"/>
              </w:rPr>
              <w:t xml:space="preserve">1. </w:t>
            </w:r>
            <w:r w:rsidR="009B0FC4">
              <w:rPr>
                <w:lang w:val="uk-UA"/>
              </w:rPr>
              <w:t>з</w:t>
            </w:r>
            <w:r w:rsidR="009B0FC4" w:rsidRPr="009B0FC4">
              <w:rPr>
                <w:lang w:val="uk-UA"/>
              </w:rPr>
              <w:t>аява про взяття на військовий облік;</w:t>
            </w:r>
          </w:p>
          <w:p w:rsidR="009B0FC4" w:rsidRPr="009B0FC4" w:rsidRDefault="009B0FC4" w:rsidP="009B0FC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r w:rsidRPr="009B0FC4">
              <w:rPr>
                <w:lang w:val="uk-UA"/>
              </w:rPr>
              <w:t>паспорт;</w:t>
            </w:r>
          </w:p>
          <w:p w:rsidR="009B0FC4" w:rsidRPr="009B0FC4" w:rsidRDefault="009B0FC4" w:rsidP="009B0FC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 w:rsidRPr="009B0FC4">
              <w:rPr>
                <w:lang w:val="uk-UA"/>
              </w:rPr>
              <w:t>ідентифікаційний код;</w:t>
            </w:r>
          </w:p>
          <w:p w:rsidR="009B0FC4" w:rsidRPr="009B0FC4" w:rsidRDefault="009B0FC4" w:rsidP="009B0FC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Pr="009B0FC4">
              <w:rPr>
                <w:lang w:val="uk-UA"/>
              </w:rPr>
              <w:t>військово-обліковий документ</w:t>
            </w:r>
            <w:r w:rsidR="00C70E74">
              <w:rPr>
                <w:lang w:val="uk-UA"/>
              </w:rPr>
              <w:t>.</w:t>
            </w:r>
          </w:p>
          <w:p w:rsidR="009B0FC4" w:rsidRDefault="00361A75" w:rsidP="009B0FC4">
            <w:pPr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t>Повідомлення заповнюється і подається замовником особисто</w:t>
            </w:r>
            <w:r w:rsidR="009B0FC4">
              <w:rPr>
                <w:i/>
                <w:lang w:val="uk-UA"/>
              </w:rPr>
              <w:t>.</w:t>
            </w:r>
          </w:p>
          <w:p w:rsidR="00F81751" w:rsidRPr="00F81751" w:rsidRDefault="00F81751" w:rsidP="00F81751">
            <w:pPr>
              <w:jc w:val="both"/>
              <w:rPr>
                <w:i/>
                <w:lang w:val="uk-UA"/>
              </w:rPr>
            </w:pPr>
            <w:r w:rsidRPr="00F81751">
              <w:rPr>
                <w:i/>
                <w:lang w:val="uk-UA"/>
              </w:rPr>
              <w:t>Примітка:</w:t>
            </w:r>
          </w:p>
          <w:p w:rsidR="00F81751" w:rsidRPr="00F81751" w:rsidRDefault="00F81751" w:rsidP="00F81751">
            <w:pPr>
              <w:jc w:val="both"/>
              <w:rPr>
                <w:i/>
                <w:lang w:val="uk-UA"/>
              </w:rPr>
            </w:pPr>
            <w:r w:rsidRPr="00F81751">
              <w:rPr>
                <w:i/>
                <w:lang w:val="uk-UA"/>
              </w:rPr>
              <w:t xml:space="preserve">Копії документів подаються разом з </w:t>
            </w:r>
          </w:p>
          <w:p w:rsidR="00F81751" w:rsidRDefault="00F81751" w:rsidP="00F81751">
            <w:pPr>
              <w:jc w:val="both"/>
              <w:rPr>
                <w:i/>
                <w:lang w:val="uk-UA"/>
              </w:rPr>
            </w:pPr>
            <w:r w:rsidRPr="00F81751">
              <w:rPr>
                <w:i/>
                <w:lang w:val="uk-UA"/>
              </w:rPr>
              <w:t>оригіналами (для звірки).</w:t>
            </w:r>
          </w:p>
          <w:p w:rsidR="00F41242" w:rsidRDefault="00F41242" w:rsidP="009B0FC4">
            <w:pPr>
              <w:jc w:val="both"/>
              <w:rPr>
                <w:lang w:val="uk-UA"/>
              </w:rPr>
            </w:pP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послуги;</w:t>
            </w:r>
          </w:p>
          <w:p w:rsidR="00F41242" w:rsidRDefault="00F41242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9B0FC4" w:rsidRDefault="00BA6464" w:rsidP="009B0FC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 робочі</w:t>
            </w:r>
            <w:r w:rsidR="009B0FC4">
              <w:rPr>
                <w:lang w:val="uk-UA"/>
              </w:rPr>
              <w:t xml:space="preserve"> </w:t>
            </w:r>
            <w:r>
              <w:rPr>
                <w:lang w:val="uk-UA"/>
              </w:rPr>
              <w:t>дні</w:t>
            </w:r>
          </w:p>
          <w:p w:rsidR="00F41242" w:rsidRDefault="00F41242">
            <w:pPr>
              <w:rPr>
                <w:lang w:val="uk-UA"/>
              </w:rPr>
            </w:pPr>
          </w:p>
        </w:tc>
      </w:tr>
      <w:tr w:rsidR="00F41242" w:rsidRPr="0067021C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4901B7" w:rsidRDefault="004901B7" w:rsidP="00BA6464">
            <w:pPr>
              <w:pStyle w:val="a6"/>
              <w:ind w:left="0"/>
              <w:rPr>
                <w:lang w:val="uk-UA"/>
              </w:rPr>
            </w:pPr>
            <w:r w:rsidRPr="004901B7">
              <w:rPr>
                <w:lang w:val="uk-UA"/>
              </w:rPr>
              <w:t>Оформлення картки первинного обліку призовників, військовозобов’язаних та резервістів (додаток 3 до постанови КМУ від 30.12.2022 № 1487), які проживають на території адміністративно-територіальної одиниці</w:t>
            </w:r>
            <w:r>
              <w:rPr>
                <w:lang w:val="uk-UA"/>
              </w:rPr>
              <w:t>.</w:t>
            </w:r>
          </w:p>
          <w:p w:rsidR="00F81751" w:rsidRPr="004901B7" w:rsidRDefault="00F81751" w:rsidP="004901B7">
            <w:pPr>
              <w:rPr>
                <w:lang w:val="uk-UA"/>
              </w:rPr>
            </w:pPr>
            <w:r w:rsidRPr="004901B7">
              <w:rPr>
                <w:lang w:val="uk-UA"/>
              </w:rPr>
              <w:t>Відмова у наданні адміністративної послуги доводиться до відома одержувача у письмовій формі з посиланням на чинне законодавство, з мотивацією відмови та роз’ясненням відповідно до встановленого порядку.</w:t>
            </w:r>
          </w:p>
          <w:p w:rsidR="00F41242" w:rsidRPr="00F8499A" w:rsidRDefault="00C70E74" w:rsidP="00F81751">
            <w:pPr>
              <w:rPr>
                <w:lang w:val="uk-UA"/>
              </w:rPr>
            </w:pPr>
            <w:r w:rsidRPr="00C70E74">
              <w:rPr>
                <w:lang w:val="uk-UA"/>
              </w:rPr>
              <w:t>Отримати результати надання послуги заявник може особисто.</w:t>
            </w:r>
          </w:p>
        </w:tc>
      </w:tr>
      <w:tr w:rsidR="00F41242" w:rsidRPr="0067021C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Pr="004901B7" w:rsidRDefault="004901B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F41242" w:rsidRDefault="00BA6464" w:rsidP="004901B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Особисто, поштовим відправленням</w:t>
            </w: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C70E74" w:rsidRPr="00C70E74" w:rsidRDefault="00C70E74" w:rsidP="00C70E74">
            <w:pPr>
              <w:jc w:val="both"/>
              <w:rPr>
                <w:lang w:val="uk-UA"/>
              </w:rPr>
            </w:pPr>
            <w:r w:rsidRPr="00C70E74">
              <w:rPr>
                <w:lang w:val="uk-UA"/>
              </w:rPr>
              <w:t>Нормативні документи, що регулюють надання послуги:</w:t>
            </w:r>
          </w:p>
          <w:p w:rsidR="00C70E74" w:rsidRPr="00C70E74" w:rsidRDefault="00C70E74" w:rsidP="00C70E74">
            <w:pPr>
              <w:pStyle w:val="a6"/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C70E74">
              <w:rPr>
                <w:lang w:val="uk-UA"/>
              </w:rPr>
              <w:t>Закон України "Про військовий обов'язок і військову службу" глава 6</w:t>
            </w:r>
          </w:p>
          <w:p w:rsidR="00F41242" w:rsidRDefault="00C70E74" w:rsidP="00C70E74">
            <w:pPr>
              <w:pStyle w:val="a6"/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C70E74">
              <w:rPr>
                <w:lang w:val="uk-UA"/>
              </w:rPr>
              <w:t>Постанова КМУ від 30.12.2022 №1487 "Про затвердження Порядку організації та ведення військового обліку призовників, військовозобов’язаних та резер</w:t>
            </w:r>
            <w:r>
              <w:rPr>
                <w:lang w:val="uk-UA"/>
              </w:rPr>
              <w:t>вістів"</w:t>
            </w:r>
          </w:p>
        </w:tc>
      </w:tr>
    </w:tbl>
    <w:p w:rsidR="00F41242" w:rsidRDefault="00F41242">
      <w:pPr>
        <w:rPr>
          <w:lang w:val="uk-UA"/>
        </w:rPr>
      </w:pPr>
    </w:p>
    <w:p w:rsidR="00CD24DA" w:rsidRDefault="00CD24DA">
      <w:pPr>
        <w:jc w:val="center"/>
        <w:rPr>
          <w:b/>
          <w:u w:val="single"/>
          <w:lang w:val="uk-UA"/>
        </w:rPr>
      </w:pPr>
    </w:p>
    <w:p w:rsidR="004901B7" w:rsidRDefault="004901B7">
      <w:pPr>
        <w:jc w:val="center"/>
        <w:rPr>
          <w:b/>
          <w:u w:val="single"/>
          <w:lang w:val="uk-UA"/>
        </w:rPr>
      </w:pPr>
    </w:p>
    <w:p w:rsidR="004901B7" w:rsidRDefault="004901B7">
      <w:pPr>
        <w:jc w:val="center"/>
        <w:rPr>
          <w:b/>
          <w:u w:val="single"/>
          <w:lang w:val="uk-UA"/>
        </w:rPr>
      </w:pPr>
      <w:bookmarkStart w:id="0" w:name="_GoBack"/>
      <w:bookmarkEnd w:id="0"/>
    </w:p>
    <w:p w:rsidR="00F41242" w:rsidRDefault="00F41242">
      <w:pPr>
        <w:rPr>
          <w:b/>
          <w:lang w:val="uk-UA"/>
        </w:rPr>
      </w:pPr>
    </w:p>
    <w:sectPr w:rsidR="00F41242" w:rsidSect="00F41242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083" w:rsidRDefault="00626083">
      <w:r>
        <w:separator/>
      </w:r>
    </w:p>
  </w:endnote>
  <w:endnote w:type="continuationSeparator" w:id="1">
    <w:p w:rsidR="00626083" w:rsidRDefault="006260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083" w:rsidRDefault="00626083">
      <w:r>
        <w:separator/>
      </w:r>
    </w:p>
  </w:footnote>
  <w:footnote w:type="continuationSeparator" w:id="1">
    <w:p w:rsidR="00626083" w:rsidRDefault="006260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C04B6"/>
    <w:multiLevelType w:val="hybridMultilevel"/>
    <w:tmpl w:val="7E260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4048A2"/>
    <w:multiLevelType w:val="hybridMultilevel"/>
    <w:tmpl w:val="B588B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attachedTemplate r:id="rId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useFELayout/>
  </w:compat>
  <w:rsids>
    <w:rsidRoot w:val="00DD39B1"/>
    <w:rsid w:val="000169D2"/>
    <w:rsid w:val="00021996"/>
    <w:rsid w:val="000261E2"/>
    <w:rsid w:val="00074EA1"/>
    <w:rsid w:val="000979DD"/>
    <w:rsid w:val="000A6D78"/>
    <w:rsid w:val="000C7862"/>
    <w:rsid w:val="000D51A4"/>
    <w:rsid w:val="000E1E7A"/>
    <w:rsid w:val="000E4C5A"/>
    <w:rsid w:val="000F0520"/>
    <w:rsid w:val="000F29B3"/>
    <w:rsid w:val="000F6070"/>
    <w:rsid w:val="000F684C"/>
    <w:rsid w:val="00106A10"/>
    <w:rsid w:val="001277C4"/>
    <w:rsid w:val="0016262C"/>
    <w:rsid w:val="001856B7"/>
    <w:rsid w:val="001879F9"/>
    <w:rsid w:val="00191BD5"/>
    <w:rsid w:val="00193ADC"/>
    <w:rsid w:val="001B23FA"/>
    <w:rsid w:val="001B3C78"/>
    <w:rsid w:val="00202C74"/>
    <w:rsid w:val="002040DA"/>
    <w:rsid w:val="0021507F"/>
    <w:rsid w:val="00223BBB"/>
    <w:rsid w:val="0023092E"/>
    <w:rsid w:val="00254A6E"/>
    <w:rsid w:val="0025574D"/>
    <w:rsid w:val="00270A75"/>
    <w:rsid w:val="002746B5"/>
    <w:rsid w:val="00282C08"/>
    <w:rsid w:val="00314592"/>
    <w:rsid w:val="00361A75"/>
    <w:rsid w:val="003826F0"/>
    <w:rsid w:val="003D68ED"/>
    <w:rsid w:val="003E7376"/>
    <w:rsid w:val="003F1E20"/>
    <w:rsid w:val="00405E34"/>
    <w:rsid w:val="00413565"/>
    <w:rsid w:val="00414467"/>
    <w:rsid w:val="00470115"/>
    <w:rsid w:val="004816AE"/>
    <w:rsid w:val="004830BE"/>
    <w:rsid w:val="004901B7"/>
    <w:rsid w:val="004A62D5"/>
    <w:rsid w:val="004C7A4B"/>
    <w:rsid w:val="004D292E"/>
    <w:rsid w:val="00515207"/>
    <w:rsid w:val="00517BDA"/>
    <w:rsid w:val="00520265"/>
    <w:rsid w:val="00534FF1"/>
    <w:rsid w:val="005558E5"/>
    <w:rsid w:val="00587AA1"/>
    <w:rsid w:val="005B71D0"/>
    <w:rsid w:val="005D12D2"/>
    <w:rsid w:val="00613045"/>
    <w:rsid w:val="0062131F"/>
    <w:rsid w:val="00626083"/>
    <w:rsid w:val="006402B3"/>
    <w:rsid w:val="0067021C"/>
    <w:rsid w:val="0067276F"/>
    <w:rsid w:val="00695BDD"/>
    <w:rsid w:val="0069701F"/>
    <w:rsid w:val="006B00F6"/>
    <w:rsid w:val="007054DF"/>
    <w:rsid w:val="00706C70"/>
    <w:rsid w:val="00724BDA"/>
    <w:rsid w:val="00744401"/>
    <w:rsid w:val="007468E3"/>
    <w:rsid w:val="00771A5D"/>
    <w:rsid w:val="007F6D0A"/>
    <w:rsid w:val="00855F15"/>
    <w:rsid w:val="00874633"/>
    <w:rsid w:val="008A743C"/>
    <w:rsid w:val="008C2E2A"/>
    <w:rsid w:val="008D6F29"/>
    <w:rsid w:val="008E31D9"/>
    <w:rsid w:val="0091679C"/>
    <w:rsid w:val="00935F88"/>
    <w:rsid w:val="00983452"/>
    <w:rsid w:val="00983872"/>
    <w:rsid w:val="009B0FC4"/>
    <w:rsid w:val="009E02D5"/>
    <w:rsid w:val="009F42C9"/>
    <w:rsid w:val="00A0640B"/>
    <w:rsid w:val="00A1394B"/>
    <w:rsid w:val="00A42298"/>
    <w:rsid w:val="00A46E39"/>
    <w:rsid w:val="00A757A5"/>
    <w:rsid w:val="00A81098"/>
    <w:rsid w:val="00A844EB"/>
    <w:rsid w:val="00AA0B6B"/>
    <w:rsid w:val="00AE20EE"/>
    <w:rsid w:val="00AE5371"/>
    <w:rsid w:val="00B00EAA"/>
    <w:rsid w:val="00B11007"/>
    <w:rsid w:val="00B4209C"/>
    <w:rsid w:val="00B51071"/>
    <w:rsid w:val="00B52755"/>
    <w:rsid w:val="00B53E44"/>
    <w:rsid w:val="00B63121"/>
    <w:rsid w:val="00B72765"/>
    <w:rsid w:val="00B751C2"/>
    <w:rsid w:val="00B94ADC"/>
    <w:rsid w:val="00BA6464"/>
    <w:rsid w:val="00BE38DB"/>
    <w:rsid w:val="00BE6272"/>
    <w:rsid w:val="00BF07C6"/>
    <w:rsid w:val="00C53B14"/>
    <w:rsid w:val="00C70E74"/>
    <w:rsid w:val="00C86B66"/>
    <w:rsid w:val="00CA0CD3"/>
    <w:rsid w:val="00CD1C75"/>
    <w:rsid w:val="00CD24DA"/>
    <w:rsid w:val="00CD5073"/>
    <w:rsid w:val="00D12B5E"/>
    <w:rsid w:val="00D17C92"/>
    <w:rsid w:val="00D56266"/>
    <w:rsid w:val="00D719D3"/>
    <w:rsid w:val="00DB00D6"/>
    <w:rsid w:val="00DB1F8D"/>
    <w:rsid w:val="00DC2B96"/>
    <w:rsid w:val="00DC7A6E"/>
    <w:rsid w:val="00DD39B1"/>
    <w:rsid w:val="00DE4352"/>
    <w:rsid w:val="00E11F2C"/>
    <w:rsid w:val="00E320B7"/>
    <w:rsid w:val="00E3584B"/>
    <w:rsid w:val="00E400CC"/>
    <w:rsid w:val="00E6396A"/>
    <w:rsid w:val="00EC25C2"/>
    <w:rsid w:val="00ED2526"/>
    <w:rsid w:val="00ED4BA7"/>
    <w:rsid w:val="00ED6280"/>
    <w:rsid w:val="00EF2B82"/>
    <w:rsid w:val="00EF5007"/>
    <w:rsid w:val="00F3388D"/>
    <w:rsid w:val="00F41242"/>
    <w:rsid w:val="00F551F4"/>
    <w:rsid w:val="00F80F61"/>
    <w:rsid w:val="00F81751"/>
    <w:rsid w:val="00F8499A"/>
    <w:rsid w:val="00F90288"/>
    <w:rsid w:val="00FB5189"/>
    <w:rsid w:val="00FF6E8B"/>
    <w:rsid w:val="0BA37A3C"/>
    <w:rsid w:val="253A27DF"/>
    <w:rsid w:val="37036DCD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242"/>
    <w:rPr>
      <w:rFonts w:eastAsia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F412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F41242"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rsid w:val="00F41242"/>
    <w:pPr>
      <w:spacing w:before="100" w:beforeAutospacing="1" w:after="100" w:afterAutospacing="1"/>
    </w:pPr>
  </w:style>
  <w:style w:type="table" w:styleId="a5">
    <w:name w:val="Table Grid"/>
    <w:basedOn w:val="a1"/>
    <w:uiPriority w:val="59"/>
    <w:qFormat/>
    <w:rsid w:val="00F41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qFormat/>
    <w:rsid w:val="00F412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vts23">
    <w:name w:val="rvts23"/>
    <w:basedOn w:val="a0"/>
    <w:qFormat/>
    <w:rsid w:val="00F41242"/>
  </w:style>
  <w:style w:type="character" w:customStyle="1" w:styleId="31">
    <w:name w:val="Основной текст (3)_"/>
    <w:link w:val="32"/>
    <w:qFormat/>
    <w:rsid w:val="00F41242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F41242"/>
    <w:pPr>
      <w:shd w:val="clear" w:color="auto" w:fill="FFFFFF"/>
      <w:spacing w:before="360" w:after="480" w:line="442" w:lineRule="exact"/>
      <w:jc w:val="center"/>
    </w:pPr>
    <w:rPr>
      <w:rFonts w:ascii="Calibri" w:eastAsia="Calibri" w:hAnsi="Calibri"/>
      <w:b/>
      <w:bCs/>
      <w:sz w:val="22"/>
      <w:szCs w:val="22"/>
      <w:shd w:val="clear" w:color="auto" w:fill="FFFFFF"/>
      <w:lang w:eastAsia="en-US"/>
    </w:rPr>
  </w:style>
  <w:style w:type="paragraph" w:customStyle="1" w:styleId="1">
    <w:name w:val="Без интервала1"/>
    <w:qFormat/>
    <w:rsid w:val="00F41242"/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34"/>
    <w:qFormat/>
    <w:rsid w:val="00F41242"/>
    <w:pPr>
      <w:ind w:left="720"/>
      <w:contextualSpacing/>
    </w:pPr>
  </w:style>
  <w:style w:type="paragraph" w:customStyle="1" w:styleId="a7">
    <w:name w:val="Нормальний текст"/>
    <w:basedOn w:val="a"/>
    <w:qFormat/>
    <w:rsid w:val="00F4124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qFormat/>
    <w:rsid w:val="00F41242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qFormat/>
    <w:rsid w:val="00F4124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qFormat/>
    <w:rsid w:val="00F41242"/>
    <w:rPr>
      <w:color w:val="000000"/>
    </w:rPr>
  </w:style>
  <w:style w:type="character" w:customStyle="1" w:styleId="st131">
    <w:name w:val="st131"/>
    <w:uiPriority w:val="99"/>
    <w:qFormat/>
    <w:rsid w:val="00F41242"/>
    <w:rPr>
      <w:i/>
      <w:iCs/>
      <w:color w:val="0000FF"/>
    </w:rPr>
  </w:style>
  <w:style w:type="character" w:customStyle="1" w:styleId="st46">
    <w:name w:val="st46"/>
    <w:uiPriority w:val="99"/>
    <w:qFormat/>
    <w:rsid w:val="00F41242"/>
    <w:rPr>
      <w:i/>
      <w:iCs/>
      <w:color w:val="000000"/>
    </w:rPr>
  </w:style>
  <w:style w:type="paragraph" w:customStyle="1" w:styleId="st2">
    <w:name w:val="st2"/>
    <w:uiPriority w:val="99"/>
    <w:qFormat/>
    <w:rsid w:val="00F41242"/>
    <w:pPr>
      <w:autoSpaceDE w:val="0"/>
      <w:autoSpaceDN w:val="0"/>
      <w:adjustRightInd w:val="0"/>
      <w:spacing w:after="150"/>
      <w:ind w:firstLine="450"/>
      <w:jc w:val="both"/>
    </w:pPr>
    <w:rPr>
      <w:rFonts w:eastAsia="Times New Roman"/>
      <w:sz w:val="24"/>
      <w:szCs w:val="24"/>
    </w:rPr>
  </w:style>
  <w:style w:type="character" w:customStyle="1" w:styleId="st30">
    <w:name w:val="st30"/>
    <w:uiPriority w:val="99"/>
    <w:qFormat/>
    <w:rsid w:val="00F41242"/>
    <w:rPr>
      <w:b/>
      <w:bCs/>
      <w:color w:val="000000"/>
      <w:sz w:val="32"/>
      <w:szCs w:val="32"/>
      <w:vertAlign w:val="superscript"/>
    </w:rPr>
  </w:style>
  <w:style w:type="paragraph" w:customStyle="1" w:styleId="ShapkaDocumentu">
    <w:name w:val="Shapka Documentu"/>
    <w:basedOn w:val="NormalText"/>
    <w:qFormat/>
    <w:rsid w:val="00F41242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qFormat/>
    <w:rsid w:val="00F41242"/>
    <w:pPr>
      <w:ind w:firstLine="567"/>
      <w:jc w:val="both"/>
    </w:pPr>
  </w:style>
  <w:style w:type="paragraph" w:customStyle="1" w:styleId="10">
    <w:name w:val="Обычный1"/>
    <w:rsid w:val="003D68ED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FB518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B518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@drohobych-rada.gov.ua" TargetMode="External"/><Relationship Id="rId13" Type="http://schemas.openxmlformats.org/officeDocument/2006/relationships/hyperlink" Target="mailto:rada@drb.lviv.ua" TargetMode="External"/><Relationship Id="rId18" Type="http://schemas.openxmlformats.org/officeDocument/2006/relationships/hyperlink" Target="mailto:cnap@drohobych-rada.gov.ua" TargetMode="External"/><Relationship Id="rId26" Type="http://schemas.openxmlformats.org/officeDocument/2006/relationships/hyperlink" Target="mailto:cnap@drohobych-rada.gov.ua" TargetMode="External"/><Relationship Id="rId3" Type="http://schemas.openxmlformats.org/officeDocument/2006/relationships/styles" Target="styles.xml"/><Relationship Id="rId21" Type="http://schemas.openxmlformats.org/officeDocument/2006/relationships/hyperlink" Target="mailto:rada@drb.lviv.ua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cnap@drohobych-rada.gov.ua" TargetMode="External"/><Relationship Id="rId17" Type="http://schemas.openxmlformats.org/officeDocument/2006/relationships/hyperlink" Target="mailto:rada@drb.lviv.ua" TargetMode="External"/><Relationship Id="rId25" Type="http://schemas.openxmlformats.org/officeDocument/2006/relationships/hyperlink" Target="mailto:rada@drb.lvi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nap@drohobych-rada.gov.ua" TargetMode="External"/><Relationship Id="rId20" Type="http://schemas.openxmlformats.org/officeDocument/2006/relationships/hyperlink" Target="mailto:cnap@drohobych-rada.gov.u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da@drb.lviv.ua" TargetMode="External"/><Relationship Id="rId24" Type="http://schemas.openxmlformats.org/officeDocument/2006/relationships/hyperlink" Target="mailto:cnap@drohobych-rada.gov.u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ada@drb.lviv.ua" TargetMode="External"/><Relationship Id="rId23" Type="http://schemas.openxmlformats.org/officeDocument/2006/relationships/hyperlink" Target="mailto:rada@drb.lviv.ua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cnap@drohobych-rada.gov.ua" TargetMode="External"/><Relationship Id="rId19" Type="http://schemas.openxmlformats.org/officeDocument/2006/relationships/hyperlink" Target="mailto:rada@drb.lvi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da@drb.lviv.ua" TargetMode="External"/><Relationship Id="rId14" Type="http://schemas.openxmlformats.org/officeDocument/2006/relationships/hyperlink" Target="mailto:cnap@drohobych-rada.gov.ua" TargetMode="External"/><Relationship Id="rId22" Type="http://schemas.openxmlformats.org/officeDocument/2006/relationships/hyperlink" Target="mailto:cnap@drohobych-rada.gov.ua" TargetMode="External"/><Relationship Id="rId27" Type="http://schemas.openxmlformats.org/officeDocument/2006/relationships/hyperlink" Target="mailto:rada@drb.lviv.u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14586-3BE5-4C25-8BB2-D3C93EF30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8</TotalTime>
  <Pages>2</Pages>
  <Words>4196</Words>
  <Characters>2392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Користувач Windows</cp:lastModifiedBy>
  <cp:revision>5</cp:revision>
  <cp:lastPrinted>2024-07-18T06:02:00Z</cp:lastPrinted>
  <dcterms:created xsi:type="dcterms:W3CDTF">2024-07-18T09:04:00Z</dcterms:created>
  <dcterms:modified xsi:type="dcterms:W3CDTF">2024-09-13T08:54:00Z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